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26CC6" w14:textId="11799186" w:rsidR="00144908" w:rsidRDefault="11799186" w:rsidP="008A2AEE">
      <w:r w:rsidRPr="008A2AEE">
        <w:rPr>
          <w:rFonts w:ascii="Times New Roman" w:eastAsia="Times New Roman" w:hAnsi="Times New Roman" w:cs="Times New Roman"/>
          <w:sz w:val="24"/>
          <w:szCs w:val="24"/>
        </w:rPr>
        <w:t>Name _____________________________________________ Date ______________________</w:t>
      </w:r>
    </w:p>
    <w:p w14:paraId="11799186" w14:textId="0A945718" w:rsidR="11799186" w:rsidRDefault="00D9250D" w:rsidP="11799186">
      <w:pPr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Into the Shining Mountains</w:t>
      </w:r>
    </w:p>
    <w:p w14:paraId="69054C97" w14:textId="27BEB986" w:rsidR="11799186" w:rsidRDefault="11799186" w:rsidP="11799186">
      <w:pPr>
        <w:spacing w:after="0"/>
      </w:pPr>
      <w:r w:rsidRPr="11799186">
        <w:rPr>
          <w:rFonts w:ascii="Times New Roman" w:eastAsia="Times New Roman" w:hAnsi="Times New Roman" w:cs="Times New Roman"/>
          <w:sz w:val="24"/>
          <w:szCs w:val="24"/>
        </w:rPr>
        <w:t xml:space="preserve">Answer the following questions while watching </w:t>
      </w:r>
      <w:r w:rsidR="00E20DDE">
        <w:rPr>
          <w:rFonts w:ascii="Times New Roman" w:eastAsia="Times New Roman" w:hAnsi="Times New Roman" w:cs="Times New Roman"/>
          <w:i/>
          <w:iCs/>
          <w:sz w:val="24"/>
          <w:szCs w:val="24"/>
        </w:rPr>
        <w:t>Into the Shining Mountains</w:t>
      </w:r>
      <w:r w:rsidRPr="1179918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117991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Make notes in the margins about the various animals and native peoples the pioneers met as they crossed the </w:t>
      </w:r>
      <w:r w:rsidR="00E20DDE">
        <w:rPr>
          <w:rFonts w:ascii="Times New Roman" w:eastAsia="Times New Roman" w:hAnsi="Times New Roman" w:cs="Times New Roman"/>
          <w:b/>
          <w:bCs/>
          <w:sz w:val="24"/>
          <w:szCs w:val="24"/>
        </w:rPr>
        <w:t>Rocky Mountains</w:t>
      </w:r>
      <w:r w:rsidRPr="1179918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3A5862C2" w14:textId="7B3D57EB" w:rsidR="11799186" w:rsidRDefault="11799186" w:rsidP="11799186">
      <w:pPr>
        <w:spacing w:after="0"/>
      </w:pPr>
    </w:p>
    <w:p w14:paraId="248F50DC" w14:textId="5984A600" w:rsidR="005579E8" w:rsidRDefault="008A2AEE" w:rsidP="00E20D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2AEE">
        <w:rPr>
          <w:rFonts w:ascii="Times New Roman" w:hAnsi="Times New Roman" w:cs="Times New Roman"/>
          <w:sz w:val="24"/>
          <w:szCs w:val="24"/>
        </w:rPr>
        <w:t xml:space="preserve">1. </w:t>
      </w:r>
      <w:r w:rsidR="00E20DDE">
        <w:rPr>
          <w:rFonts w:ascii="Times New Roman" w:hAnsi="Times New Roman" w:cs="Times New Roman"/>
          <w:sz w:val="24"/>
          <w:szCs w:val="24"/>
        </w:rPr>
        <w:t>About how far do the Rocky Mountains stretch?</w:t>
      </w:r>
    </w:p>
    <w:p w14:paraId="03CFE4AE" w14:textId="77777777" w:rsidR="00E20DDE" w:rsidRDefault="00E20DDE" w:rsidP="00E20D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E13015" w14:textId="26B2711B" w:rsidR="00E20DDE" w:rsidRDefault="00E20DDE" w:rsidP="00E20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How low do temperatures drop in the Rocky Mountains in the winter?</w:t>
      </w:r>
    </w:p>
    <w:p w14:paraId="26A9E0D1" w14:textId="77777777" w:rsidR="00E20DDE" w:rsidRDefault="00E20DDE" w:rsidP="00E20D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227AC1" w14:textId="4F12C97A" w:rsidR="00E20DDE" w:rsidRDefault="00E20DDE" w:rsidP="00E20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What did the Native Americans believe about the eagle?</w:t>
      </w:r>
    </w:p>
    <w:p w14:paraId="6BCC2D3B" w14:textId="77777777" w:rsidR="00E20DDE" w:rsidRDefault="00E20DDE" w:rsidP="00E20D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EBF88D" w14:textId="004279AF" w:rsidR="00E20DDE" w:rsidRDefault="00E20DDE" w:rsidP="00E20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Who was the first white man to cross the Rockies?</w:t>
      </w:r>
    </w:p>
    <w:p w14:paraId="1EC82BBB" w14:textId="77777777" w:rsidR="00E20DDE" w:rsidRDefault="00E20DDE" w:rsidP="00E20D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2CC66" w14:textId="652623EE" w:rsidR="00E20DDE" w:rsidRDefault="00E20DDE" w:rsidP="00E20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What President sent Lewis and Clark on their expedition?</w:t>
      </w:r>
    </w:p>
    <w:p w14:paraId="033D57DA" w14:textId="77777777" w:rsidR="00E20DDE" w:rsidRDefault="00E20DDE" w:rsidP="00E20D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5FF95F" w14:textId="1120B373" w:rsidR="00E20DDE" w:rsidRDefault="00E20DDE" w:rsidP="00E20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What tribe was known as the most powerful of the northwest plains?</w:t>
      </w:r>
    </w:p>
    <w:p w14:paraId="21BE005D" w14:textId="77777777" w:rsidR="00E20DDE" w:rsidRDefault="00E20DDE" w:rsidP="00E20D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90F714" w14:textId="27F96FB5" w:rsidR="00E20DDE" w:rsidRDefault="00E20DDE" w:rsidP="00E20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What are two tribes that called the Rocky Mountains home?</w:t>
      </w:r>
    </w:p>
    <w:p w14:paraId="0A638BDE" w14:textId="77777777" w:rsidR="00E20DDE" w:rsidRDefault="00E20DDE" w:rsidP="00E20D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3F451A" w14:textId="6BFA8B26" w:rsidR="00E20DDE" w:rsidRDefault="00E20DDE" w:rsidP="00E20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What was hunting to the Native Americans?</w:t>
      </w:r>
    </w:p>
    <w:p w14:paraId="414AC1D3" w14:textId="77777777" w:rsidR="00E20DDE" w:rsidRDefault="00E20DDE" w:rsidP="00E20D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B9264C" w14:textId="29675152" w:rsidR="00E20DDE" w:rsidRDefault="00E20DDE" w:rsidP="00E20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A30A08">
        <w:rPr>
          <w:rFonts w:ascii="Times New Roman" w:hAnsi="Times New Roman" w:cs="Times New Roman"/>
          <w:sz w:val="24"/>
          <w:szCs w:val="24"/>
        </w:rPr>
        <w:t>Why was the fur of the pine martin more valuable than that of the beaver?</w:t>
      </w:r>
    </w:p>
    <w:p w14:paraId="002D1B6F" w14:textId="77777777" w:rsidR="00A30A08" w:rsidRDefault="00A30A08" w:rsidP="00E20D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F0537C" w14:textId="61879A28" w:rsidR="00A30A08" w:rsidRDefault="00A30A08" w:rsidP="00E20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The discovery of what drew many people from the east to the Rockies?</w:t>
      </w:r>
    </w:p>
    <w:p w14:paraId="7BA7702E" w14:textId="77777777" w:rsidR="00A30A08" w:rsidRDefault="00A30A08" w:rsidP="00E20D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31DDB4" w14:textId="342C4C41" w:rsidR="00A30A08" w:rsidRDefault="00A30A08" w:rsidP="00E20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What type of land lies above the tree-line?</w:t>
      </w:r>
    </w:p>
    <w:p w14:paraId="56130ED1" w14:textId="77777777" w:rsidR="00A30A08" w:rsidRDefault="00A30A08" w:rsidP="00E20D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763BC5" w14:textId="20B380D1" w:rsidR="00A30A08" w:rsidRDefault="00A30A08" w:rsidP="00E20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What do mountain goats get from licking the rocks?</w:t>
      </w:r>
    </w:p>
    <w:p w14:paraId="2CDFCC75" w14:textId="77777777" w:rsidR="00A30A08" w:rsidRDefault="00A30A08" w:rsidP="00E20D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61A360" w14:textId="2E42C890" w:rsidR="00A30A08" w:rsidRDefault="00A30A08" w:rsidP="00E20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By what year had journalists predicted the birth of a tourist industry at Yellowstone?</w:t>
      </w:r>
    </w:p>
    <w:p w14:paraId="39C55E5C" w14:textId="77777777" w:rsidR="00A30A08" w:rsidRDefault="00A30A08" w:rsidP="00E20D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6F9FB9" w14:textId="6B10E710" w:rsidR="00A30A08" w:rsidRDefault="00A30A08" w:rsidP="00E20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In what year did Yellowstone become the first national park?</w:t>
      </w:r>
    </w:p>
    <w:p w14:paraId="2A192490" w14:textId="77777777" w:rsidR="00A30A08" w:rsidRDefault="00A30A08" w:rsidP="00E20D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7D37D8" w14:textId="0670E8F3" w:rsidR="00A30A08" w:rsidRDefault="00A30A08" w:rsidP="00E20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What President requested that Congress create a bureau of public parks?</w:t>
      </w:r>
    </w:p>
    <w:p w14:paraId="6A602B7A" w14:textId="77777777" w:rsidR="00A30A08" w:rsidRDefault="00A30A08" w:rsidP="00E20D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A56EE5" w14:textId="055E6513" w:rsidR="00A30A08" w:rsidRDefault="00A30A08" w:rsidP="00E20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How many national parks are there today in the United States?</w:t>
      </w:r>
    </w:p>
    <w:p w14:paraId="1158391C" w14:textId="77777777" w:rsidR="00A30A08" w:rsidRDefault="00A30A08" w:rsidP="00E20D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93AB49" w14:textId="67A95B72" w:rsidR="00A30A08" w:rsidRPr="008A2AEE" w:rsidRDefault="00A30A08" w:rsidP="00E20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What animal of the Rocky Mountains is known as “the king of the High p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laces?”</w:t>
      </w:r>
    </w:p>
    <w:sectPr w:rsidR="00A30A08" w:rsidRPr="008A2A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6C3A6E"/>
    <w:multiLevelType w:val="hybridMultilevel"/>
    <w:tmpl w:val="8AA442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CF2E4B"/>
    <w:multiLevelType w:val="hybridMultilevel"/>
    <w:tmpl w:val="567C4264"/>
    <w:lvl w:ilvl="0" w:tplc="455AE520">
      <w:start w:val="1"/>
      <w:numFmt w:val="decimal"/>
      <w:lvlText w:val="%1."/>
      <w:lvlJc w:val="left"/>
      <w:pPr>
        <w:ind w:left="720" w:hanging="360"/>
      </w:pPr>
    </w:lvl>
    <w:lvl w:ilvl="1" w:tplc="9774ACD8">
      <w:start w:val="1"/>
      <w:numFmt w:val="lowerLetter"/>
      <w:lvlText w:val="%2."/>
      <w:lvlJc w:val="left"/>
      <w:pPr>
        <w:ind w:left="1440" w:hanging="360"/>
      </w:pPr>
    </w:lvl>
    <w:lvl w:ilvl="2" w:tplc="6B7A9B20">
      <w:start w:val="1"/>
      <w:numFmt w:val="lowerRoman"/>
      <w:lvlText w:val="%3."/>
      <w:lvlJc w:val="right"/>
      <w:pPr>
        <w:ind w:left="2160" w:hanging="180"/>
      </w:pPr>
    </w:lvl>
    <w:lvl w:ilvl="3" w:tplc="AA589638">
      <w:start w:val="1"/>
      <w:numFmt w:val="decimal"/>
      <w:lvlText w:val="%4."/>
      <w:lvlJc w:val="left"/>
      <w:pPr>
        <w:ind w:left="2880" w:hanging="360"/>
      </w:pPr>
    </w:lvl>
    <w:lvl w:ilvl="4" w:tplc="47D4252A">
      <w:start w:val="1"/>
      <w:numFmt w:val="lowerLetter"/>
      <w:lvlText w:val="%5."/>
      <w:lvlJc w:val="left"/>
      <w:pPr>
        <w:ind w:left="3600" w:hanging="360"/>
      </w:pPr>
    </w:lvl>
    <w:lvl w:ilvl="5" w:tplc="13F878E2">
      <w:start w:val="1"/>
      <w:numFmt w:val="lowerRoman"/>
      <w:lvlText w:val="%6."/>
      <w:lvlJc w:val="right"/>
      <w:pPr>
        <w:ind w:left="4320" w:hanging="180"/>
      </w:pPr>
    </w:lvl>
    <w:lvl w:ilvl="6" w:tplc="03867A32">
      <w:start w:val="1"/>
      <w:numFmt w:val="decimal"/>
      <w:lvlText w:val="%7."/>
      <w:lvlJc w:val="left"/>
      <w:pPr>
        <w:ind w:left="5040" w:hanging="360"/>
      </w:pPr>
    </w:lvl>
    <w:lvl w:ilvl="7" w:tplc="655009B4">
      <w:start w:val="1"/>
      <w:numFmt w:val="lowerLetter"/>
      <w:lvlText w:val="%8."/>
      <w:lvlJc w:val="left"/>
      <w:pPr>
        <w:ind w:left="5760" w:hanging="360"/>
      </w:pPr>
    </w:lvl>
    <w:lvl w:ilvl="8" w:tplc="AFE2F37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1799186"/>
    <w:rsid w:val="00144908"/>
    <w:rsid w:val="004D081E"/>
    <w:rsid w:val="005579E8"/>
    <w:rsid w:val="008A2AEE"/>
    <w:rsid w:val="00A04E56"/>
    <w:rsid w:val="00A30A08"/>
    <w:rsid w:val="00AE18DD"/>
    <w:rsid w:val="00D9250D"/>
    <w:rsid w:val="00E20DDE"/>
    <w:rsid w:val="11799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B8FC4"/>
  <w15:chartTrackingRefBased/>
  <w15:docId w15:val="{0BDF16F9-D4CC-4E4F-B044-38781E1F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kidder2878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DABB5041-FE5F-4137-B8E2-CF51136C00C0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wkidder2878</dc:creator>
  <cp:keywords/>
  <dc:description/>
  <cp:lastModifiedBy>Warren Kidder</cp:lastModifiedBy>
  <cp:revision>3</cp:revision>
  <dcterms:created xsi:type="dcterms:W3CDTF">2013-11-08T14:15:00Z</dcterms:created>
  <dcterms:modified xsi:type="dcterms:W3CDTF">2013-11-08T14:28:00Z</dcterms:modified>
</cp:coreProperties>
</file>